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D123A1" w:rsidRDefault="00A90E9A">
      <w:pPr>
        <w:rPr>
          <w:rFonts w:ascii="Arial" w:hAnsi="Arial" w:cs="Arial"/>
          <w:b/>
          <w:sz w:val="36"/>
        </w:rPr>
      </w:pPr>
      <w:r w:rsidRPr="00D123A1">
        <w:rPr>
          <w:rFonts w:ascii="Arial" w:hAnsi="Arial" w:cs="Arial"/>
          <w:b/>
          <w:sz w:val="36"/>
        </w:rPr>
        <w:t>Devoirs (1)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52"/>
        <w:gridCol w:w="3283"/>
      </w:tblGrid>
      <w:tr w:rsidR="00A90E9A" w:rsidTr="00A90E9A">
        <w:tc>
          <w:tcPr>
            <w:tcW w:w="4077" w:type="dxa"/>
          </w:tcPr>
          <w:p w:rsidR="00A90E9A" w:rsidRDefault="00E34CDF">
            <w:pPr>
              <w:rPr>
                <w:rFonts w:ascii="Arial" w:hAnsi="Arial" w:cs="Arial"/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E2DAD99" wp14:editId="1969B315">
                      <wp:simplePos x="0" y="0"/>
                      <wp:positionH relativeFrom="column">
                        <wp:posOffset>980863</wp:posOffset>
                      </wp:positionH>
                      <wp:positionV relativeFrom="paragraph">
                        <wp:posOffset>1811655</wp:posOffset>
                      </wp:positionV>
                      <wp:extent cx="254000" cy="218722"/>
                      <wp:effectExtent l="0" t="0" r="12700" b="10160"/>
                      <wp:wrapNone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1872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34CDF" w:rsidRPr="002E0B7C" w:rsidRDefault="00E34CDF" w:rsidP="00E34CDF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E2DAD9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8" o:spid="_x0000_s1026" type="#_x0000_t202" style="position:absolute;margin-left:77.25pt;margin-top:142.65pt;width:20pt;height:17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" filled="f" stroked="f" strokeweight=".5pt">
                      <v:textbox inset="0,0,0,0">
                        <w:txbxContent>
                          <w:p w:rsidR="00E34CDF" w:rsidRPr="002E0B7C" w:rsidRDefault="00E34CDF" w:rsidP="00E34CDF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2DAD99" wp14:editId="1969B315">
                      <wp:simplePos x="0" y="0"/>
                      <wp:positionH relativeFrom="column">
                        <wp:posOffset>981639</wp:posOffset>
                      </wp:positionH>
                      <wp:positionV relativeFrom="paragraph">
                        <wp:posOffset>1594343</wp:posOffset>
                      </wp:positionV>
                      <wp:extent cx="225778" cy="218722"/>
                      <wp:effectExtent l="0" t="0" r="3175" b="10160"/>
                      <wp:wrapNone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778" cy="21872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34CDF" w:rsidRPr="002E0B7C" w:rsidRDefault="00E34CDF" w:rsidP="00E34CDF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2E0B7C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E2DAD99" id="Zone de texte 7" o:spid="_x0000_s1027" type="#_x0000_t202" style="position:absolute;margin-left:77.3pt;margin-top:125.55pt;width:17.8pt;height:17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" filled="f" stroked="f" strokeweight=".5pt">
                      <v:textbox inset="0,0,0,0">
                        <w:txbxContent>
                          <w:p w:rsidR="00E34CDF" w:rsidRPr="002E0B7C" w:rsidRDefault="00E34CDF" w:rsidP="00E34CDF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2E0B7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2DAD99" wp14:editId="1969B315">
                      <wp:simplePos x="0" y="0"/>
                      <wp:positionH relativeFrom="column">
                        <wp:posOffset>969575</wp:posOffset>
                      </wp:positionH>
                      <wp:positionV relativeFrom="paragraph">
                        <wp:posOffset>1385923</wp:posOffset>
                      </wp:positionV>
                      <wp:extent cx="222955" cy="218722"/>
                      <wp:effectExtent l="0" t="0" r="5715" b="10160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955" cy="21872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34CDF" w:rsidRPr="002E0B7C" w:rsidRDefault="00E34CDF" w:rsidP="00E34C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E2DAD99" id="Zone de texte 6" o:spid="_x0000_s1028" type="#_x0000_t202" style="position:absolute;margin-left:76.35pt;margin-top:109.15pt;width:17.55pt;height:17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" filled="f" stroked="f" strokeweight=".5pt">
                      <v:textbox inset="0,0,0,0">
                        <w:txbxContent>
                          <w:p w:rsidR="00E34CDF" w:rsidRPr="002E0B7C" w:rsidRDefault="00E34CDF" w:rsidP="00E34CD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0B7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1027359</wp:posOffset>
                      </wp:positionH>
                      <wp:positionV relativeFrom="paragraph">
                        <wp:posOffset>1133263</wp:posOffset>
                      </wp:positionV>
                      <wp:extent cx="114300" cy="218722"/>
                      <wp:effectExtent l="0" t="0" r="0" b="1016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300" cy="21872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E0B7C" w:rsidRPr="002E0B7C" w:rsidRDefault="002E0B7C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2E0B7C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Zone de texte 5" o:spid="_x0000_s1029" type="#_x0000_t202" style="position:absolute;margin-left:80.9pt;margin-top:89.25pt;width:9pt;height:17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" filled="f" stroked="f" strokeweight=".5pt">
                      <v:textbox inset="0,0,0,0">
                        <w:txbxContent>
                          <w:p w:rsidR="002E0B7C" w:rsidRPr="002E0B7C" w:rsidRDefault="002E0B7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2E0B7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0B7C">
              <w:rPr>
                <w:noProof/>
              </w:rPr>
              <w:drawing>
                <wp:inline distT="0" distB="0" distL="0" distR="0" wp14:anchorId="5525C375" wp14:editId="5526619E">
                  <wp:extent cx="2160000" cy="2060308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060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</w:tcPr>
          <w:p w:rsidR="00A90E9A" w:rsidRDefault="00365DE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Trouve deux façons de faire 75.</w:t>
            </w:r>
          </w:p>
        </w:tc>
      </w:tr>
    </w:tbl>
    <w:p w:rsidR="00A90E9A" w:rsidRDefault="00A90E9A">
      <w:pPr>
        <w:rPr>
          <w:rFonts w:ascii="Arial" w:hAnsi="Arial" w:cs="Arial"/>
          <w:sz w:val="28"/>
        </w:rPr>
      </w:pPr>
    </w:p>
    <w:p w:rsidR="00A90E9A" w:rsidRDefault="00A90E9A">
      <w:pPr>
        <w:rPr>
          <w:rFonts w:ascii="Arial" w:hAnsi="Arial" w:cs="Arial"/>
          <w:sz w:val="28"/>
        </w:rPr>
      </w:pPr>
    </w:p>
    <w:p w:rsidR="00A90E9A" w:rsidRDefault="00A90E9A">
      <w:pPr>
        <w:rPr>
          <w:rFonts w:ascii="Arial" w:hAnsi="Arial" w:cs="Arial"/>
          <w:noProof/>
          <w:sz w:val="28"/>
          <w:lang w:eastAsia="fr-FR"/>
        </w:rPr>
      </w:pPr>
    </w:p>
    <w:p w:rsidR="00A90E9A" w:rsidRPr="00D123A1" w:rsidRDefault="00A90E9A" w:rsidP="00A90E9A">
      <w:pPr>
        <w:rPr>
          <w:rFonts w:ascii="Arial" w:hAnsi="Arial" w:cs="Arial"/>
          <w:b/>
          <w:sz w:val="36"/>
        </w:rPr>
      </w:pPr>
      <w:r w:rsidRPr="00D123A1">
        <w:rPr>
          <w:rFonts w:ascii="Arial" w:hAnsi="Arial" w:cs="Arial"/>
          <w:b/>
          <w:sz w:val="36"/>
        </w:rPr>
        <w:t>Devoirs (2)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48"/>
        <w:gridCol w:w="3287"/>
      </w:tblGrid>
      <w:tr w:rsidR="00A90E9A" w:rsidTr="00FE60EE">
        <w:tc>
          <w:tcPr>
            <w:tcW w:w="4077" w:type="dxa"/>
          </w:tcPr>
          <w:p w:rsidR="00A90E9A" w:rsidRDefault="00E34CDF" w:rsidP="00FE60EE">
            <w:pPr>
              <w:rPr>
                <w:rFonts w:ascii="Arial" w:hAnsi="Arial" w:cs="Arial"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18180AC6" wp14:editId="491EEE19">
                  <wp:extent cx="2160000" cy="2162353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162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</w:tcPr>
          <w:p w:rsidR="00E34CDF" w:rsidRDefault="00E34CDF" w:rsidP="00FE60E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Trouve deux façons </w:t>
            </w:r>
            <w:r>
              <w:rPr>
                <w:rFonts w:ascii="Arial" w:hAnsi="Arial" w:cs="Arial"/>
                <w:sz w:val="28"/>
              </w:rPr>
              <w:t xml:space="preserve">différentes </w:t>
            </w:r>
            <w:r>
              <w:rPr>
                <w:rFonts w:ascii="Arial" w:hAnsi="Arial" w:cs="Arial"/>
                <w:sz w:val="28"/>
              </w:rPr>
              <w:t xml:space="preserve">de faire </w:t>
            </w:r>
            <w:r>
              <w:rPr>
                <w:rFonts w:ascii="Arial" w:hAnsi="Arial" w:cs="Arial"/>
                <w:sz w:val="28"/>
              </w:rPr>
              <w:t>10</w:t>
            </w:r>
            <w:r>
              <w:rPr>
                <w:rFonts w:ascii="Arial" w:hAnsi="Arial" w:cs="Arial"/>
                <w:sz w:val="28"/>
              </w:rPr>
              <w:t>0</w:t>
            </w:r>
            <w:r>
              <w:rPr>
                <w:rFonts w:ascii="Arial" w:hAnsi="Arial" w:cs="Arial"/>
                <w:sz w:val="28"/>
              </w:rPr>
              <w:t>.</w:t>
            </w:r>
          </w:p>
        </w:tc>
      </w:tr>
    </w:tbl>
    <w:p w:rsidR="00A90E9A" w:rsidRDefault="00A90E9A">
      <w:pPr>
        <w:rPr>
          <w:rFonts w:ascii="Arial" w:hAnsi="Arial" w:cs="Arial"/>
          <w:noProof/>
          <w:sz w:val="28"/>
          <w:lang w:eastAsia="fr-FR"/>
        </w:rPr>
      </w:pPr>
    </w:p>
    <w:p w:rsidR="00D123A1" w:rsidRPr="00D123A1" w:rsidRDefault="00D123A1" w:rsidP="00D123A1">
      <w:pPr>
        <w:rPr>
          <w:rFonts w:ascii="Arial" w:hAnsi="Arial" w:cs="Arial"/>
          <w:b/>
          <w:sz w:val="36"/>
        </w:rPr>
      </w:pPr>
      <w:r w:rsidRPr="00D123A1">
        <w:rPr>
          <w:rFonts w:ascii="Arial" w:hAnsi="Arial" w:cs="Arial"/>
          <w:b/>
          <w:sz w:val="36"/>
        </w:rPr>
        <w:t>Devoirs (3)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48"/>
        <w:gridCol w:w="3287"/>
      </w:tblGrid>
      <w:tr w:rsidR="00D123A1" w:rsidTr="00D123A1">
        <w:tc>
          <w:tcPr>
            <w:tcW w:w="4048" w:type="dxa"/>
          </w:tcPr>
          <w:p w:rsidR="00D123A1" w:rsidRDefault="00E34CDF" w:rsidP="00FE60EE">
            <w:pPr>
              <w:rPr>
                <w:rFonts w:ascii="Arial" w:hAnsi="Arial" w:cs="Arial"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0FB84AB3" wp14:editId="2C165C71">
                  <wp:extent cx="2160000" cy="2162353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162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7" w:type="dxa"/>
          </w:tcPr>
          <w:p w:rsidR="00D123A1" w:rsidRDefault="00365DE3" w:rsidP="00FE60E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Trouve deux façons de faire </w:t>
            </w:r>
            <w:r>
              <w:rPr>
                <w:rFonts w:ascii="Arial" w:hAnsi="Arial" w:cs="Arial"/>
                <w:sz w:val="28"/>
              </w:rPr>
              <w:t>45</w:t>
            </w:r>
            <w:r>
              <w:rPr>
                <w:rFonts w:ascii="Arial" w:hAnsi="Arial" w:cs="Arial"/>
                <w:sz w:val="28"/>
              </w:rPr>
              <w:t xml:space="preserve"> avec </w:t>
            </w:r>
            <w:r>
              <w:rPr>
                <w:rFonts w:ascii="Arial" w:hAnsi="Arial" w:cs="Arial"/>
                <w:sz w:val="28"/>
              </w:rPr>
              <w:t>3</w:t>
            </w:r>
            <w:r>
              <w:rPr>
                <w:rFonts w:ascii="Arial" w:hAnsi="Arial" w:cs="Arial"/>
                <w:sz w:val="28"/>
              </w:rPr>
              <w:t xml:space="preserve"> marques</w:t>
            </w:r>
            <w:r>
              <w:rPr>
                <w:rFonts w:ascii="Arial" w:hAnsi="Arial" w:cs="Arial"/>
                <w:sz w:val="28"/>
              </w:rPr>
              <w:t xml:space="preserve"> à chaque fois</w:t>
            </w:r>
            <w:r>
              <w:rPr>
                <w:rFonts w:ascii="Arial" w:hAnsi="Arial" w:cs="Arial"/>
                <w:sz w:val="28"/>
              </w:rPr>
              <w:t>.</w:t>
            </w:r>
            <w:bookmarkStart w:id="0" w:name="_GoBack"/>
            <w:bookmarkEnd w:id="0"/>
          </w:p>
        </w:tc>
      </w:tr>
    </w:tbl>
    <w:p w:rsidR="00D123A1" w:rsidRDefault="00D123A1" w:rsidP="00D123A1">
      <w:pPr>
        <w:rPr>
          <w:rFonts w:ascii="Arial" w:hAnsi="Arial" w:cs="Arial"/>
          <w:sz w:val="28"/>
        </w:rPr>
      </w:pPr>
    </w:p>
    <w:p w:rsidR="00D123A1" w:rsidRDefault="00D123A1" w:rsidP="00D123A1">
      <w:pPr>
        <w:rPr>
          <w:rFonts w:ascii="Arial" w:hAnsi="Arial" w:cs="Arial"/>
          <w:sz w:val="28"/>
        </w:rPr>
      </w:pPr>
    </w:p>
    <w:p w:rsidR="00D123A1" w:rsidRDefault="00D123A1" w:rsidP="00D123A1">
      <w:pPr>
        <w:rPr>
          <w:rFonts w:ascii="Arial" w:hAnsi="Arial" w:cs="Arial"/>
          <w:noProof/>
          <w:sz w:val="28"/>
          <w:lang w:eastAsia="fr-FR"/>
        </w:rPr>
      </w:pPr>
    </w:p>
    <w:p w:rsidR="00D123A1" w:rsidRPr="00D123A1" w:rsidRDefault="00D123A1" w:rsidP="00D123A1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Devoirs (4</w:t>
      </w:r>
      <w:r w:rsidRPr="00D123A1">
        <w:rPr>
          <w:rFonts w:ascii="Arial" w:hAnsi="Arial" w:cs="Arial"/>
          <w:b/>
          <w:sz w:val="36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50"/>
        <w:gridCol w:w="3285"/>
      </w:tblGrid>
      <w:tr w:rsidR="00D123A1" w:rsidTr="00FE60EE">
        <w:tc>
          <w:tcPr>
            <w:tcW w:w="4077" w:type="dxa"/>
          </w:tcPr>
          <w:p w:rsidR="00D123A1" w:rsidRDefault="00E34CDF" w:rsidP="00FE60EE">
            <w:pPr>
              <w:rPr>
                <w:rFonts w:ascii="Arial" w:hAnsi="Arial" w:cs="Arial"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0FB84AB3" wp14:editId="2C165C71">
                  <wp:extent cx="2160000" cy="2162353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162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</w:tcPr>
          <w:p w:rsidR="00D123A1" w:rsidRDefault="00365DE3" w:rsidP="00FE60E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Trouve deux façons de faire 60 avec 4 marques à chaque fois.</w:t>
            </w:r>
          </w:p>
        </w:tc>
      </w:tr>
    </w:tbl>
    <w:p w:rsidR="00A90E9A" w:rsidRPr="007E024D" w:rsidRDefault="00A90E9A" w:rsidP="00D123A1">
      <w:pPr>
        <w:rPr>
          <w:rFonts w:ascii="Arial" w:hAnsi="Arial" w:cs="Arial"/>
          <w:sz w:val="28"/>
        </w:rPr>
      </w:pPr>
    </w:p>
    <w:sectPr w:rsidR="00A90E9A" w:rsidRPr="007E024D" w:rsidSect="00A90E9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E9A"/>
    <w:rsid w:val="001D645B"/>
    <w:rsid w:val="002E0B7C"/>
    <w:rsid w:val="00365DE3"/>
    <w:rsid w:val="005175A3"/>
    <w:rsid w:val="005F7238"/>
    <w:rsid w:val="007E024D"/>
    <w:rsid w:val="00956023"/>
    <w:rsid w:val="00A90E9A"/>
    <w:rsid w:val="00C443A9"/>
    <w:rsid w:val="00D123A1"/>
    <w:rsid w:val="00E23A15"/>
    <w:rsid w:val="00E3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4ACAB"/>
  <w15:chartTrackingRefBased/>
  <w15:docId w15:val="{D09802F9-8B61-4CFF-B3C1-85A457C6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9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7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dcterms:created xsi:type="dcterms:W3CDTF">2018-08-13T16:32:00Z</dcterms:created>
  <dcterms:modified xsi:type="dcterms:W3CDTF">2018-08-13T16:39:00Z</dcterms:modified>
</cp:coreProperties>
</file>